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20E643F9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82331B">
        <w:rPr>
          <w:b/>
          <w:lang w:val="en-GB"/>
        </w:rPr>
        <w:t xml:space="preserve"> 15-G011-22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72071CDD" w:rsidR="00B0293A" w:rsidRPr="00251A4B" w:rsidRDefault="008C3AC0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9ECCE44" w:rsidR="00B0293A" w:rsidRPr="00532E97" w:rsidRDefault="00865F0A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15/12/22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3591D86F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865F0A">
              <w:rPr>
                <w:rFonts w:ascii="Calibri" w:hAnsi="Calibri"/>
                <w:szCs w:val="20"/>
                <w:highlight w:val="yellow"/>
              </w:rPr>
              <w:t xml:space="preserve">16/12/22 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1D68F3F4" w:rsidR="00B0293A" w:rsidRPr="00251A4B" w:rsidRDefault="008C3AC0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801C57C" w:rsidR="00B0293A" w:rsidRPr="00251A4B" w:rsidRDefault="00865F0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16/12/22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66F2E4AE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865F0A">
              <w:rPr>
                <w:rFonts w:ascii="Calibri" w:hAnsi="Calibri"/>
                <w:szCs w:val="20"/>
                <w:highlight w:val="yellow"/>
              </w:rPr>
              <w:t>2</w:t>
            </w:r>
            <w:r w:rsidR="0082331B">
              <w:rPr>
                <w:rFonts w:ascii="Calibri" w:hAnsi="Calibri"/>
                <w:szCs w:val="20"/>
                <w:highlight w:val="yellow"/>
              </w:rPr>
              <w:t>1</w:t>
            </w:r>
            <w:r w:rsidR="00865F0A">
              <w:rPr>
                <w:rFonts w:ascii="Calibri" w:hAnsi="Calibri"/>
                <w:szCs w:val="20"/>
                <w:highlight w:val="yellow"/>
              </w:rPr>
              <w:t xml:space="preserve">/12/22 </w:t>
            </w:r>
            <w:r w:rsidR="0082331B">
              <w:rPr>
                <w:rFonts w:ascii="Calibri" w:hAnsi="Calibri"/>
                <w:szCs w:val="20"/>
                <w:highlight w:val="yellow"/>
              </w:rPr>
              <w:t>17</w:t>
            </w:r>
            <w:r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6A2F9E9C" w:rsidR="008C3AC0" w:rsidRPr="00251A4B" w:rsidRDefault="008C3AC0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64E19E47" w:rsidR="00B0293A" w:rsidRPr="00532E97" w:rsidRDefault="00865F0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23/12/22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33F874F" w:rsidR="00B0293A" w:rsidRPr="00251A4B" w:rsidRDefault="008C3AC0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5C29E977" w:rsidR="00B0293A" w:rsidRPr="00532E97" w:rsidRDefault="00865F0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26/12/22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75059567" w:rsidR="00B0293A" w:rsidRPr="00251A4B" w:rsidRDefault="008C3AC0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</w:t>
            </w:r>
            <w:r w:rsidR="00B0293A" w:rsidRPr="00251A4B">
              <w:rPr>
                <w:rFonts w:ascii="Calibri" w:hAnsi="Calibri" w:cs="Calibri"/>
                <w:kern w:val="2"/>
                <w:lang w:eastAsia="ko-KR"/>
              </w:rPr>
              <w:t>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826CF97" w:rsidR="00B0293A" w:rsidRPr="00532E97" w:rsidRDefault="0082331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</w:t>
            </w:r>
            <w:r w:rsidR="00865F0A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865F0A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23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25D5954C" w:rsidR="00B0293A" w:rsidRPr="00251A4B" w:rsidRDefault="008C3AC0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</w:t>
            </w:r>
            <w:r w:rsidR="00B0293A" w:rsidRPr="00251A4B">
              <w:rPr>
                <w:rFonts w:ascii="Calibri" w:hAnsi="Calibri" w:cs="Calibri"/>
                <w:kern w:val="2"/>
                <w:lang w:eastAsia="ko-KR"/>
              </w:rPr>
              <w:t>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1B4F81DF" w:rsidR="00B0293A" w:rsidRPr="00532E97" w:rsidRDefault="0082331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865F0A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865F0A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D620CCC" w:rsidR="00B0293A" w:rsidRPr="00532E97" w:rsidRDefault="0082331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865F0A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865F0A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3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A204F" w14:textId="77777777" w:rsidR="00766942" w:rsidRDefault="00766942">
      <w:r>
        <w:separator/>
      </w:r>
    </w:p>
  </w:endnote>
  <w:endnote w:type="continuationSeparator" w:id="0">
    <w:p w14:paraId="2BCD94DE" w14:textId="77777777" w:rsidR="00766942" w:rsidRDefault="00766942">
      <w:r>
        <w:continuationSeparator/>
      </w:r>
    </w:p>
  </w:endnote>
  <w:endnote w:type="continuationNotice" w:id="1">
    <w:p w14:paraId="66475204" w14:textId="77777777" w:rsidR="00766942" w:rsidRDefault="007669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6F7902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2331B">
      <w:rPr>
        <w:noProof/>
      </w:rPr>
      <w:t>2022-12-15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87B8B" w14:textId="77777777" w:rsidR="00766942" w:rsidRDefault="00766942">
      <w:r>
        <w:separator/>
      </w:r>
    </w:p>
  </w:footnote>
  <w:footnote w:type="continuationSeparator" w:id="0">
    <w:p w14:paraId="3D42365B" w14:textId="77777777" w:rsidR="00766942" w:rsidRDefault="00766942">
      <w:r>
        <w:continuationSeparator/>
      </w:r>
    </w:p>
  </w:footnote>
  <w:footnote w:type="continuationNotice" w:id="1">
    <w:p w14:paraId="28BD07F5" w14:textId="77777777" w:rsidR="00766942" w:rsidRDefault="007669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12F21425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280473">
    <w:abstractNumId w:val="1"/>
  </w:num>
  <w:num w:numId="2" w16cid:durableId="1085611177">
    <w:abstractNumId w:val="10"/>
  </w:num>
  <w:num w:numId="3" w16cid:durableId="1662999298">
    <w:abstractNumId w:val="11"/>
  </w:num>
  <w:num w:numId="4" w16cid:durableId="1863009351">
    <w:abstractNumId w:val="4"/>
  </w:num>
  <w:num w:numId="5" w16cid:durableId="106195813">
    <w:abstractNumId w:val="3"/>
  </w:num>
  <w:num w:numId="6" w16cid:durableId="1808891116">
    <w:abstractNumId w:val="7"/>
  </w:num>
  <w:num w:numId="7" w16cid:durableId="1018772884">
    <w:abstractNumId w:val="5"/>
  </w:num>
  <w:num w:numId="8" w16cid:durableId="1579484414">
    <w:abstractNumId w:val="9"/>
  </w:num>
  <w:num w:numId="9" w16cid:durableId="1545676887">
    <w:abstractNumId w:val="0"/>
  </w:num>
  <w:num w:numId="10" w16cid:durableId="1044603788">
    <w:abstractNumId w:val="8"/>
  </w:num>
  <w:num w:numId="11" w16cid:durableId="1384939137">
    <w:abstractNumId w:val="2"/>
  </w:num>
  <w:num w:numId="12" w16cid:durableId="194707993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6942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331B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0A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64C2"/>
    <w:rsid w:val="008B7A4C"/>
    <w:rsid w:val="008B7ED9"/>
    <w:rsid w:val="008C0385"/>
    <w:rsid w:val="008C181E"/>
    <w:rsid w:val="008C32E1"/>
    <w:rsid w:val="008C33EE"/>
    <w:rsid w:val="008C3AC0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1DE5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12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1232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8</cp:revision>
  <cp:lastPrinted>2013-10-18T08:32:00Z</cp:lastPrinted>
  <dcterms:created xsi:type="dcterms:W3CDTF">2020-07-06T12:32:00Z</dcterms:created>
  <dcterms:modified xsi:type="dcterms:W3CDTF">2022-12-14T22:28:00Z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